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917"/>
        <w:gridCol w:w="1669"/>
        <w:gridCol w:w="2928"/>
        <w:gridCol w:w="2126"/>
      </w:tblGrid>
      <w:tr w:rsidR="00425EE0" w:rsidTr="008676A8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7EC4" w:rsidRDefault="00657EC4" w:rsidP="00AF569F">
            <w:pPr>
              <w:jc w:val="center"/>
              <w:rPr>
                <w:sz w:val="28"/>
                <w:szCs w:val="28"/>
              </w:rPr>
            </w:pPr>
          </w:p>
          <w:tbl>
            <w:tblPr>
              <w:tblStyle w:val="a9"/>
              <w:tblW w:w="1448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60"/>
              <w:gridCol w:w="3828"/>
            </w:tblGrid>
            <w:tr w:rsidR="00AE3FA4" w:rsidTr="00AE3FA4">
              <w:tc>
                <w:tcPr>
                  <w:tcW w:w="10660" w:type="dxa"/>
                </w:tcPr>
                <w:p w:rsidR="00AE3FA4" w:rsidRDefault="00AE3FA4" w:rsidP="00AF569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828" w:type="dxa"/>
                </w:tcPr>
                <w:p w:rsidR="00AE3FA4" w:rsidRPr="00AE3FA4" w:rsidRDefault="00AE3FA4" w:rsidP="00AE3FA4">
                  <w:pPr>
                    <w:rPr>
                      <w:sz w:val="28"/>
                      <w:szCs w:val="28"/>
                    </w:rPr>
                  </w:pPr>
                  <w:r w:rsidRPr="00AE3FA4">
                    <w:rPr>
                      <w:sz w:val="28"/>
                      <w:szCs w:val="28"/>
                    </w:rPr>
                    <w:t>Приложение 10</w:t>
                  </w:r>
                </w:p>
                <w:p w:rsidR="00AE3FA4" w:rsidRPr="00AE3FA4" w:rsidRDefault="00AE3FA4" w:rsidP="00AE3FA4">
                  <w:pPr>
                    <w:rPr>
                      <w:sz w:val="28"/>
                      <w:szCs w:val="28"/>
                    </w:rPr>
                  </w:pPr>
                </w:p>
                <w:p w:rsidR="00AE3FA4" w:rsidRPr="00AE3FA4" w:rsidRDefault="00AE3FA4" w:rsidP="00AE3FA4">
                  <w:pPr>
                    <w:rPr>
                      <w:sz w:val="28"/>
                      <w:szCs w:val="28"/>
                    </w:rPr>
                  </w:pPr>
                  <w:r w:rsidRPr="00AE3FA4">
                    <w:rPr>
                      <w:sz w:val="28"/>
                      <w:szCs w:val="28"/>
                    </w:rPr>
                    <w:t>УТВЕРЖДЕНА</w:t>
                  </w:r>
                </w:p>
                <w:p w:rsidR="00AE3FA4" w:rsidRPr="00AE3FA4" w:rsidRDefault="00AE3FA4" w:rsidP="00AE3FA4">
                  <w:pPr>
                    <w:rPr>
                      <w:sz w:val="28"/>
                      <w:szCs w:val="28"/>
                    </w:rPr>
                  </w:pPr>
                  <w:r w:rsidRPr="00AE3FA4">
                    <w:rPr>
                      <w:sz w:val="28"/>
                      <w:szCs w:val="28"/>
                    </w:rPr>
                    <w:t>решением Думы                                               муниципал</w:t>
                  </w:r>
                  <w:r w:rsidRPr="00AE3FA4">
                    <w:rPr>
                      <w:sz w:val="28"/>
                      <w:szCs w:val="28"/>
                    </w:rPr>
                    <w:t>ь</w:t>
                  </w:r>
                  <w:r w:rsidRPr="00AE3FA4">
                    <w:rPr>
                      <w:sz w:val="28"/>
                      <w:szCs w:val="28"/>
                    </w:rPr>
                    <w:t>ного образования                                                   город-курорт Геленджик</w:t>
                  </w:r>
                </w:p>
                <w:p w:rsidR="00AE3FA4" w:rsidRDefault="00AE3FA4" w:rsidP="00AE3FA4">
                  <w:pPr>
                    <w:rPr>
                      <w:sz w:val="28"/>
                      <w:szCs w:val="28"/>
                    </w:rPr>
                  </w:pPr>
                  <w:r w:rsidRPr="00AE3FA4">
                    <w:rPr>
                      <w:sz w:val="28"/>
                      <w:szCs w:val="28"/>
                    </w:rPr>
                    <w:t>от________________№______</w:t>
                  </w:r>
                </w:p>
              </w:tc>
            </w:tr>
          </w:tbl>
          <w:p w:rsidR="00AE3FA4" w:rsidRDefault="00AE3FA4" w:rsidP="00AE3FA4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6F5872" w:rsidRDefault="00425EE0" w:rsidP="00AF5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ПРОГРАММА </w:t>
            </w:r>
            <w:r>
              <w:rPr>
                <w:sz w:val="28"/>
                <w:szCs w:val="28"/>
              </w:rPr>
              <w:br/>
              <w:t xml:space="preserve">муниципальных гарантий муниципального образования </w:t>
            </w:r>
            <w:r w:rsidR="006F5872">
              <w:rPr>
                <w:sz w:val="28"/>
                <w:szCs w:val="28"/>
              </w:rPr>
              <w:t>городской округ</w:t>
            </w:r>
            <w:r>
              <w:rPr>
                <w:sz w:val="28"/>
                <w:szCs w:val="28"/>
              </w:rPr>
              <w:br/>
              <w:t xml:space="preserve">город-курорт Геленджик </w:t>
            </w:r>
            <w:r w:rsidR="006F5872">
              <w:rPr>
                <w:sz w:val="28"/>
                <w:szCs w:val="28"/>
              </w:rPr>
              <w:t xml:space="preserve">Краснодарского края </w:t>
            </w:r>
            <w:r>
              <w:rPr>
                <w:sz w:val="28"/>
                <w:szCs w:val="28"/>
              </w:rPr>
              <w:t>в валюте Российской Федерации на 202</w:t>
            </w:r>
            <w:r w:rsidR="005C0A40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 </w:t>
            </w:r>
          </w:p>
          <w:p w:rsidR="00425EE0" w:rsidRDefault="00425EE0" w:rsidP="00AF56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202</w:t>
            </w:r>
            <w:r w:rsidR="005C0A4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="00A97F7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202</w:t>
            </w:r>
            <w:r w:rsidR="005C0A4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годов 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jc w:val="center"/>
              <w:rPr>
                <w:sz w:val="28"/>
                <w:szCs w:val="28"/>
              </w:rPr>
            </w:pPr>
          </w:p>
        </w:tc>
      </w:tr>
      <w:tr w:rsidR="001918C3" w:rsidTr="00F84FB1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18C3" w:rsidRDefault="001918C3" w:rsidP="001918C3">
            <w:pPr>
              <w:jc w:val="center"/>
              <w:rPr>
                <w:sz w:val="28"/>
                <w:szCs w:val="28"/>
              </w:rPr>
            </w:pPr>
          </w:p>
          <w:p w:rsidR="001918C3" w:rsidRDefault="001918C3" w:rsidP="00C27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Перечень подлежащих предоставлению муниципальных гарантий муниципального образования</w:t>
            </w:r>
          </w:p>
          <w:p w:rsidR="00F84FB1" w:rsidRDefault="006F5872" w:rsidP="00C27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r w:rsidR="005C0A40">
              <w:rPr>
                <w:sz w:val="28"/>
                <w:szCs w:val="28"/>
              </w:rPr>
              <w:t xml:space="preserve">город-курорт  Геленджик </w:t>
            </w:r>
            <w:r>
              <w:rPr>
                <w:sz w:val="28"/>
                <w:szCs w:val="28"/>
              </w:rPr>
              <w:t xml:space="preserve">Краснодарского края </w:t>
            </w:r>
            <w:r w:rsidR="005C0A40">
              <w:rPr>
                <w:sz w:val="28"/>
                <w:szCs w:val="28"/>
              </w:rPr>
              <w:t xml:space="preserve">в 2026 году </w:t>
            </w:r>
          </w:p>
          <w:p w:rsidR="001918C3" w:rsidRDefault="005C0A40" w:rsidP="00C27D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в плановом периоде 2027 и 2028</w:t>
            </w:r>
            <w:r w:rsidR="001918C3">
              <w:rPr>
                <w:sz w:val="28"/>
                <w:szCs w:val="28"/>
              </w:rPr>
              <w:t xml:space="preserve"> годов</w:t>
            </w:r>
          </w:p>
        </w:tc>
      </w:tr>
      <w:tr w:rsidR="00425EE0" w:rsidTr="00F84FB1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</w:tr>
      <w:tr w:rsidR="00425EE0" w:rsidTr="00F84FB1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№ </w:t>
            </w:r>
            <w:proofErr w:type="gramStart"/>
            <w:r w:rsidRPr="006F5872">
              <w:rPr>
                <w:szCs w:val="24"/>
              </w:rPr>
              <w:t>п</w:t>
            </w:r>
            <w:proofErr w:type="gramEnd"/>
            <w:r w:rsidRPr="006F5872">
              <w:rPr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Направление   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(цель)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 гарантирования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Наименование принципала</w:t>
            </w:r>
          </w:p>
        </w:tc>
        <w:tc>
          <w:tcPr>
            <w:tcW w:w="2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Объем гарантий, тыс. рублей</w:t>
            </w:r>
          </w:p>
        </w:tc>
        <w:tc>
          <w:tcPr>
            <w:tcW w:w="67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5EE0" w:rsidRPr="006F5872" w:rsidRDefault="00ED129A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Условия предоставления и исполнения гарантий</w:t>
            </w:r>
          </w:p>
        </w:tc>
      </w:tr>
      <w:tr w:rsidR="00425EE0" w:rsidTr="00F84FB1"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25EE0" w:rsidRPr="006F5872" w:rsidRDefault="00425EE0" w:rsidP="00F84FB1">
            <w:pPr>
              <w:rPr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6F5872" w:rsidRDefault="00425EE0" w:rsidP="00F84FB1">
            <w:pPr>
              <w:rPr>
                <w:szCs w:val="24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EE0" w:rsidRPr="006F5872" w:rsidRDefault="00425EE0" w:rsidP="00F84FB1">
            <w:pPr>
              <w:rPr>
                <w:szCs w:val="24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202</w:t>
            </w:r>
            <w:r w:rsidR="005C0A40" w:rsidRPr="006F5872">
              <w:rPr>
                <w:szCs w:val="24"/>
              </w:rPr>
              <w:t>6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год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202</w:t>
            </w:r>
            <w:r w:rsidR="005C0A40" w:rsidRPr="006F5872">
              <w:rPr>
                <w:szCs w:val="24"/>
              </w:rPr>
              <w:t>7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год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202</w:t>
            </w:r>
            <w:r w:rsidR="005C0A40" w:rsidRPr="006F5872">
              <w:rPr>
                <w:szCs w:val="24"/>
              </w:rPr>
              <w:t>8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год</w:t>
            </w:r>
          </w:p>
        </w:tc>
        <w:tc>
          <w:tcPr>
            <w:tcW w:w="1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наличие 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права 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регрессного требования </w:t>
            </w:r>
          </w:p>
          <w:p w:rsidR="00425EE0" w:rsidRPr="006F5872" w:rsidRDefault="00425EE0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гаранта к принципалу</w:t>
            </w:r>
          </w:p>
        </w:tc>
        <w:tc>
          <w:tcPr>
            <w:tcW w:w="29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предоставление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обеспечения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исполнения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обязательств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принципала </w:t>
            </w:r>
            <w:proofErr w:type="gramStart"/>
            <w:r w:rsidRPr="006F5872">
              <w:rPr>
                <w:szCs w:val="24"/>
              </w:rPr>
              <w:t>по</w:t>
            </w:r>
            <w:proofErr w:type="gramEnd"/>
            <w:r w:rsidRPr="006F5872">
              <w:rPr>
                <w:szCs w:val="24"/>
              </w:rPr>
              <w:t xml:space="preserve">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удовлетворению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регрессного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требования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гаранта </w:t>
            </w:r>
          </w:p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lastRenderedPageBreak/>
              <w:t>к принципалу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EE0" w:rsidRPr="006F5872" w:rsidRDefault="008676A8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lastRenderedPageBreak/>
              <w:t>и</w:t>
            </w:r>
            <w:r w:rsidR="00425EE0" w:rsidRPr="006F5872">
              <w:rPr>
                <w:szCs w:val="24"/>
              </w:rPr>
              <w:t xml:space="preserve">ные условия </w:t>
            </w:r>
          </w:p>
        </w:tc>
      </w:tr>
      <w:tr w:rsidR="00756D67" w:rsidTr="00F84FB1">
        <w:tc>
          <w:tcPr>
            <w:tcW w:w="75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756D67" w:rsidRDefault="00756D67" w:rsidP="00425EE0">
            <w:pPr>
              <w:jc w:val="center"/>
              <w:rPr>
                <w:sz w:val="28"/>
                <w:szCs w:val="28"/>
              </w:rPr>
            </w:pPr>
          </w:p>
        </w:tc>
      </w:tr>
      <w:tr w:rsidR="00425EE0" w:rsidTr="008676A8">
        <w:tc>
          <w:tcPr>
            <w:tcW w:w="757" w:type="dxa"/>
            <w:shd w:val="clear" w:color="auto" w:fill="auto"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-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-</w:t>
            </w:r>
          </w:p>
        </w:tc>
        <w:tc>
          <w:tcPr>
            <w:tcW w:w="1965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-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0,0</w:t>
            </w:r>
          </w:p>
        </w:tc>
        <w:tc>
          <w:tcPr>
            <w:tcW w:w="914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0,0</w:t>
            </w:r>
          </w:p>
        </w:tc>
        <w:tc>
          <w:tcPr>
            <w:tcW w:w="917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0,0</w:t>
            </w:r>
          </w:p>
        </w:tc>
        <w:tc>
          <w:tcPr>
            <w:tcW w:w="1669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-</w:t>
            </w:r>
          </w:p>
        </w:tc>
        <w:tc>
          <w:tcPr>
            <w:tcW w:w="2928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center"/>
          </w:tcPr>
          <w:p w:rsidR="00425EE0" w:rsidRPr="006F5872" w:rsidRDefault="00425EE0" w:rsidP="00425EE0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-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8"/>
                <w:szCs w:val="28"/>
              </w:rPr>
            </w:pPr>
          </w:p>
        </w:tc>
      </w:tr>
      <w:tr w:rsidR="001918C3" w:rsidTr="00F84FB1">
        <w:tc>
          <w:tcPr>
            <w:tcW w:w="146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FB1" w:rsidRDefault="00F84FB1" w:rsidP="00FC61AA">
            <w:pPr>
              <w:jc w:val="center"/>
              <w:rPr>
                <w:sz w:val="28"/>
                <w:szCs w:val="28"/>
              </w:rPr>
            </w:pPr>
          </w:p>
          <w:p w:rsidR="001918C3" w:rsidRDefault="001918C3" w:rsidP="00FC6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 Общий объем бюджетных ассигнований, предусмотренных на исполнение муниципальных гарантий</w:t>
            </w:r>
          </w:p>
          <w:p w:rsidR="006F5872" w:rsidRDefault="001918C3" w:rsidP="00FC61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  <w:r w:rsidR="006F5872">
              <w:rPr>
                <w:sz w:val="28"/>
                <w:szCs w:val="28"/>
              </w:rPr>
              <w:t xml:space="preserve">городской округ </w:t>
            </w:r>
            <w:r>
              <w:rPr>
                <w:sz w:val="28"/>
                <w:szCs w:val="28"/>
              </w:rPr>
              <w:t xml:space="preserve">город-курорт Геленджик </w:t>
            </w:r>
            <w:r w:rsidR="006F5872">
              <w:rPr>
                <w:sz w:val="28"/>
                <w:szCs w:val="28"/>
              </w:rPr>
              <w:t xml:space="preserve">Краснодарского края </w:t>
            </w:r>
          </w:p>
          <w:p w:rsidR="001918C3" w:rsidRDefault="001918C3" w:rsidP="006F58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возможным гарантийным случаям</w:t>
            </w:r>
            <w:r w:rsidR="006F5872">
              <w:rPr>
                <w:sz w:val="28"/>
                <w:szCs w:val="28"/>
              </w:rPr>
              <w:t xml:space="preserve"> </w:t>
            </w:r>
            <w:r w:rsidR="005C0A40">
              <w:rPr>
                <w:sz w:val="28"/>
                <w:szCs w:val="28"/>
              </w:rPr>
              <w:t>в 2026</w:t>
            </w:r>
            <w:r>
              <w:rPr>
                <w:sz w:val="28"/>
                <w:szCs w:val="28"/>
              </w:rPr>
              <w:t xml:space="preserve"> году и в плановом периоде </w:t>
            </w:r>
            <w:r w:rsidR="005C0A40">
              <w:rPr>
                <w:sz w:val="28"/>
                <w:szCs w:val="28"/>
              </w:rPr>
              <w:t>2027 и 2028</w:t>
            </w:r>
            <w:r>
              <w:rPr>
                <w:sz w:val="28"/>
                <w:szCs w:val="28"/>
              </w:rPr>
              <w:t xml:space="preserve"> годов</w:t>
            </w: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1918C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6D67" w:rsidRDefault="00756D67"/>
    <w:tbl>
      <w:tblPr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57"/>
        <w:gridCol w:w="2410"/>
        <w:gridCol w:w="1965"/>
        <w:gridCol w:w="914"/>
        <w:gridCol w:w="914"/>
        <w:gridCol w:w="1687"/>
        <w:gridCol w:w="2046"/>
        <w:gridCol w:w="2065"/>
        <w:gridCol w:w="1843"/>
      </w:tblGrid>
      <w:tr w:rsidR="00756D67" w:rsidTr="008676A8">
        <w:trPr>
          <w:trHeight w:val="603"/>
        </w:trPr>
        <w:tc>
          <w:tcPr>
            <w:tcW w:w="86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F5872" w:rsidRDefault="00756D67" w:rsidP="00756D67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Исполнение муниципальных гарантий</w:t>
            </w:r>
          </w:p>
          <w:p w:rsidR="006F5872" w:rsidRDefault="00756D67" w:rsidP="00756D67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 xml:space="preserve">муниципального образования </w:t>
            </w:r>
            <w:r w:rsidR="006F5872">
              <w:rPr>
                <w:szCs w:val="24"/>
              </w:rPr>
              <w:t xml:space="preserve">городской округ </w:t>
            </w:r>
          </w:p>
          <w:p w:rsidR="00756D67" w:rsidRPr="006F5872" w:rsidRDefault="00756D67" w:rsidP="00756D67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город-курорт Геленджик</w:t>
            </w:r>
            <w:r w:rsidR="006F5872">
              <w:rPr>
                <w:szCs w:val="24"/>
              </w:rPr>
              <w:t xml:space="preserve"> Краснодарского края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F5872" w:rsidRDefault="00756D67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Объем бюджетных ассигнований, тыс. рублей</w:t>
            </w:r>
          </w:p>
        </w:tc>
      </w:tr>
      <w:tr w:rsidR="00756D67" w:rsidTr="008676A8">
        <w:trPr>
          <w:trHeight w:val="398"/>
        </w:trPr>
        <w:tc>
          <w:tcPr>
            <w:tcW w:w="864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F5872" w:rsidRDefault="00756D67" w:rsidP="00F84FB1">
            <w:pPr>
              <w:jc w:val="center"/>
              <w:rPr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F5872" w:rsidRDefault="00756D67" w:rsidP="00AF569F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202</w:t>
            </w:r>
            <w:r w:rsidR="005C0A40" w:rsidRPr="006F5872">
              <w:rPr>
                <w:szCs w:val="24"/>
              </w:rPr>
              <w:t>6</w:t>
            </w:r>
            <w:r w:rsidRPr="006F5872">
              <w:rPr>
                <w:szCs w:val="24"/>
              </w:rPr>
              <w:t xml:space="preserve"> год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F5872" w:rsidRDefault="00756D67" w:rsidP="00AF569F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202</w:t>
            </w:r>
            <w:r w:rsidR="005C0A40" w:rsidRPr="006F5872">
              <w:rPr>
                <w:szCs w:val="24"/>
              </w:rPr>
              <w:t>7</w:t>
            </w:r>
            <w:r w:rsidRPr="006F5872">
              <w:rPr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6D67" w:rsidRPr="006F5872" w:rsidRDefault="00756D67" w:rsidP="00AF569F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202</w:t>
            </w:r>
            <w:r w:rsidR="005C0A40" w:rsidRPr="006F5872">
              <w:rPr>
                <w:szCs w:val="24"/>
              </w:rPr>
              <w:t>8</w:t>
            </w:r>
            <w:r w:rsidRPr="006F5872">
              <w:rPr>
                <w:szCs w:val="24"/>
              </w:rPr>
              <w:t xml:space="preserve"> год</w:t>
            </w:r>
          </w:p>
        </w:tc>
      </w:tr>
      <w:tr w:rsidR="00756D67" w:rsidTr="008676A8">
        <w:trPr>
          <w:trHeight w:val="408"/>
        </w:trPr>
        <w:tc>
          <w:tcPr>
            <w:tcW w:w="8647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756D67" w:rsidRPr="006F5872" w:rsidRDefault="00ED129A" w:rsidP="00ED129A">
            <w:pPr>
              <w:rPr>
                <w:szCs w:val="24"/>
              </w:rPr>
            </w:pPr>
            <w:r w:rsidRPr="006F5872">
              <w:rPr>
                <w:szCs w:val="24"/>
              </w:rPr>
              <w:t xml:space="preserve">За счет расходов и (или) </w:t>
            </w:r>
            <w:r w:rsidR="00A471D7" w:rsidRPr="006F5872">
              <w:rPr>
                <w:szCs w:val="24"/>
              </w:rPr>
              <w:t>источников финансирования дефицита местного бюдж</w:t>
            </w:r>
            <w:r w:rsidR="00A471D7" w:rsidRPr="006F5872">
              <w:rPr>
                <w:szCs w:val="24"/>
              </w:rPr>
              <w:t>е</w:t>
            </w:r>
            <w:r w:rsidR="00A471D7" w:rsidRPr="006F5872">
              <w:rPr>
                <w:szCs w:val="24"/>
              </w:rPr>
              <w:t>та</w:t>
            </w:r>
            <w:r w:rsidRPr="006F5872">
              <w:rPr>
                <w:szCs w:val="24"/>
              </w:rPr>
              <w:t>, всего</w:t>
            </w:r>
            <w:r w:rsidR="00756D67" w:rsidRPr="006F5872">
              <w:rPr>
                <w:szCs w:val="24"/>
              </w:rPr>
              <w:t> </w:t>
            </w:r>
          </w:p>
        </w:tc>
        <w:tc>
          <w:tcPr>
            <w:tcW w:w="204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6F5872" w:rsidRDefault="00756D67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0,00</w:t>
            </w:r>
          </w:p>
        </w:tc>
        <w:tc>
          <w:tcPr>
            <w:tcW w:w="206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6F5872" w:rsidRDefault="00756D67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6D67" w:rsidRPr="006F5872" w:rsidRDefault="00756D67" w:rsidP="00F84FB1">
            <w:pPr>
              <w:jc w:val="center"/>
              <w:rPr>
                <w:szCs w:val="24"/>
              </w:rPr>
            </w:pPr>
            <w:r w:rsidRPr="006F5872">
              <w:rPr>
                <w:szCs w:val="24"/>
              </w:rPr>
              <w:t>0,00</w:t>
            </w:r>
          </w:p>
        </w:tc>
      </w:tr>
      <w:tr w:rsidR="00425EE0" w:rsidTr="008676A8">
        <w:tc>
          <w:tcPr>
            <w:tcW w:w="7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1069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8676A8" w:rsidRDefault="008676A8" w:rsidP="00370F08">
            <w:pPr>
              <w:ind w:left="-108"/>
              <w:rPr>
                <w:sz w:val="28"/>
                <w:szCs w:val="28"/>
              </w:rPr>
            </w:pPr>
          </w:p>
          <w:p w:rsidR="00425EE0" w:rsidRDefault="006F5872" w:rsidP="006F5872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25EE0">
              <w:rPr>
                <w:sz w:val="28"/>
                <w:szCs w:val="28"/>
              </w:rPr>
              <w:t xml:space="preserve"> муниципального образования</w:t>
            </w:r>
            <w:r w:rsidR="00425EE0">
              <w:rPr>
                <w:sz w:val="28"/>
                <w:szCs w:val="28"/>
              </w:rPr>
              <w:br/>
              <w:t xml:space="preserve">город-курорт Геленджик                                                                                                                                                       </w:t>
            </w:r>
          </w:p>
        </w:tc>
        <w:tc>
          <w:tcPr>
            <w:tcW w:w="39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370F08" w:rsidP="006F5872">
            <w:pPr>
              <w:ind w:righ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F5872">
              <w:rPr>
                <w:sz w:val="28"/>
                <w:szCs w:val="28"/>
              </w:rPr>
              <w:t xml:space="preserve">А.А. </w:t>
            </w:r>
            <w:proofErr w:type="spellStart"/>
            <w:r w:rsidR="006F5872">
              <w:rPr>
                <w:sz w:val="28"/>
                <w:szCs w:val="28"/>
              </w:rPr>
              <w:t>Богодистов</w:t>
            </w:r>
            <w:proofErr w:type="spellEnd"/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  <w:tr w:rsidR="00425EE0" w:rsidTr="008676A8"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5EE0" w:rsidRDefault="00425EE0" w:rsidP="00F84FB1">
            <w:pPr>
              <w:rPr>
                <w:sz w:val="20"/>
                <w:szCs w:val="20"/>
              </w:rPr>
            </w:pPr>
          </w:p>
        </w:tc>
      </w:tr>
    </w:tbl>
    <w:p w:rsidR="009D1655" w:rsidRPr="00427AFB" w:rsidRDefault="009D1655" w:rsidP="009D1655"/>
    <w:p w:rsidR="002500BB" w:rsidRDefault="002500BB" w:rsidP="009D1655"/>
    <w:p w:rsidR="00587529" w:rsidRDefault="00587529" w:rsidP="009D1655"/>
    <w:sectPr w:rsidR="00587529" w:rsidSect="008676A8">
      <w:headerReference w:type="default" r:id="rId7"/>
      <w:pgSz w:w="16838" w:h="11906" w:orient="landscape"/>
      <w:pgMar w:top="1560" w:right="1080" w:bottom="144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FB1" w:rsidRDefault="00F84FB1" w:rsidP="00E12559">
      <w:r>
        <w:separator/>
      </w:r>
    </w:p>
  </w:endnote>
  <w:endnote w:type="continuationSeparator" w:id="0">
    <w:p w:rsidR="00F84FB1" w:rsidRDefault="00F84FB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FB1" w:rsidRDefault="00F84FB1" w:rsidP="00E12559">
      <w:r>
        <w:separator/>
      </w:r>
    </w:p>
  </w:footnote>
  <w:footnote w:type="continuationSeparator" w:id="0">
    <w:p w:rsidR="00F84FB1" w:rsidRDefault="00F84FB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F84FB1" w:rsidRDefault="00F84FB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3FA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84FB1" w:rsidRDefault="00F84FB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55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2C3B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18C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0F08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25EE0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8752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0A40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35FCA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57EC4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5872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56D67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6A8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419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1655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471D7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7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3FA4"/>
    <w:rsid w:val="00AE5C3A"/>
    <w:rsid w:val="00AE7E97"/>
    <w:rsid w:val="00AF52C4"/>
    <w:rsid w:val="00AF569F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D79FE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27D8A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1B6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CE2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2986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29A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1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C61AA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E3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867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76A8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AE3F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37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VSYAN~1.FIN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0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Ий. Овсянникова</dc:creator>
  <cp:lastModifiedBy>Елена Николаевна</cp:lastModifiedBy>
  <cp:revision>2</cp:revision>
  <cp:lastPrinted>2025-10-30T08:16:00Z</cp:lastPrinted>
  <dcterms:created xsi:type="dcterms:W3CDTF">2025-12-12T08:44:00Z</dcterms:created>
  <dcterms:modified xsi:type="dcterms:W3CDTF">2025-12-12T08:44:00Z</dcterms:modified>
</cp:coreProperties>
</file>